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124BFF" w:rsidRDefault="006E5D65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F0D2D" w:rsidRPr="00EF0D2D">
        <w:rPr>
          <w:rFonts w:ascii="Corbel" w:hAnsi="Corbel"/>
          <w:i/>
          <w:smallCaps/>
          <w:szCs w:val="24"/>
        </w:rPr>
        <w:t>201</w:t>
      </w:r>
      <w:r w:rsidR="00CE4238">
        <w:rPr>
          <w:rFonts w:ascii="Corbel" w:hAnsi="Corbel"/>
          <w:i/>
          <w:smallCaps/>
          <w:szCs w:val="24"/>
        </w:rPr>
        <w:t>7</w:t>
      </w:r>
      <w:r w:rsidR="00EF0D2D" w:rsidRPr="00EF0D2D">
        <w:rPr>
          <w:rFonts w:ascii="Corbel" w:hAnsi="Corbel"/>
          <w:i/>
          <w:smallCaps/>
          <w:szCs w:val="24"/>
        </w:rPr>
        <w:t>/201</w:t>
      </w:r>
      <w:r w:rsidR="00CE4238">
        <w:rPr>
          <w:rFonts w:ascii="Corbel" w:hAnsi="Corbel"/>
          <w:i/>
          <w:smallCaps/>
          <w:szCs w:val="24"/>
        </w:rPr>
        <w:t>8</w:t>
      </w:r>
      <w:r w:rsidR="00EF0D2D" w:rsidRPr="00EF0D2D">
        <w:rPr>
          <w:rFonts w:ascii="Corbel" w:hAnsi="Corbel"/>
          <w:i/>
          <w:smallCaps/>
          <w:szCs w:val="24"/>
        </w:rPr>
        <w:t>– 201</w:t>
      </w:r>
      <w:r w:rsidR="00CE4238">
        <w:rPr>
          <w:rFonts w:ascii="Corbel" w:hAnsi="Corbel"/>
          <w:i/>
          <w:smallCaps/>
          <w:szCs w:val="24"/>
        </w:rPr>
        <w:t>9</w:t>
      </w:r>
      <w:r w:rsidR="00EF0D2D" w:rsidRPr="00EF0D2D">
        <w:rPr>
          <w:rFonts w:ascii="Corbel" w:hAnsi="Corbel"/>
          <w:i/>
          <w:smallCaps/>
          <w:szCs w:val="24"/>
        </w:rPr>
        <w:t>/20</w:t>
      </w:r>
      <w:r w:rsidR="00CE4238">
        <w:rPr>
          <w:rFonts w:ascii="Corbel" w:hAnsi="Corbel"/>
          <w:i/>
          <w:smallCaps/>
          <w:szCs w:val="24"/>
        </w:rPr>
        <w:t>20</w:t>
      </w:r>
      <w:bookmarkStart w:id="0" w:name="_GoBack"/>
      <w:bookmarkEnd w:id="0"/>
    </w:p>
    <w:p w:rsidR="0085747A" w:rsidRPr="00614588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614588">
        <w:rPr>
          <w:rFonts w:ascii="Corbel" w:hAnsi="Corbel"/>
          <w:i/>
        </w:rPr>
        <w:t xml:space="preserve">                                                                                                          </w:t>
      </w:r>
      <w:r w:rsidR="00614588">
        <w:rPr>
          <w:rFonts w:ascii="Corbel" w:hAnsi="Corbel"/>
          <w:i/>
        </w:rPr>
        <w:tab/>
      </w:r>
      <w:r w:rsidR="00614588">
        <w:rPr>
          <w:rFonts w:ascii="Corbel" w:hAnsi="Corbel"/>
          <w:i/>
        </w:rPr>
        <w:tab/>
      </w:r>
      <w:r w:rsidRPr="00614588">
        <w:rPr>
          <w:rFonts w:ascii="Corbel" w:hAnsi="Corbel"/>
          <w:i/>
        </w:rPr>
        <w:t xml:space="preserve">  </w:t>
      </w:r>
      <w:r w:rsidR="00614588" w:rsidRPr="00614588">
        <w:rPr>
          <w:rFonts w:ascii="Corbel" w:hAnsi="Corbel"/>
          <w:i/>
        </w:rPr>
        <w:t>skrajne daty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9C54AE" w:rsidRDefault="00EF0D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Statystyka opisowa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9C54AE" w:rsidRDefault="00EF0D2D" w:rsidP="00CE42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CE423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/A</w:t>
            </w:r>
            <w:r w:rsidR="00CE4238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9C54AE" w:rsidRDefault="00EF0D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0D2D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F0D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0D2D">
              <w:rPr>
                <w:rFonts w:ascii="Corbel" w:hAnsi="Corbel"/>
                <w:b w:val="0"/>
                <w:sz w:val="24"/>
                <w:szCs w:val="24"/>
              </w:rPr>
              <w:t>Katedra Metod Ilościowych i Informatyki Gospodarczej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1F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EF0D2D">
              <w:rPr>
                <w:rFonts w:ascii="Corbel" w:hAnsi="Corbel"/>
                <w:b w:val="0"/>
                <w:sz w:val="24"/>
                <w:szCs w:val="24"/>
              </w:rPr>
              <w:t>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9C54AE" w:rsidRDefault="00131F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31F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EF0D2D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014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F0D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1F87" w:rsidP="00131F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EF0D2D">
              <w:rPr>
                <w:rFonts w:ascii="Corbel" w:hAnsi="Corbel"/>
                <w:b w:val="0"/>
                <w:sz w:val="24"/>
                <w:szCs w:val="24"/>
              </w:rPr>
              <w:t xml:space="preserve">2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F0D2D" w:rsidP="00131F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podstawowy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F0D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F0D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Agnieszka Majka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F0D2D" w:rsidRPr="00EF0D2D" w:rsidRDefault="00EF0D2D" w:rsidP="00EF0D2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F0D2D">
              <w:rPr>
                <w:rFonts w:ascii="Corbel" w:hAnsi="Corbel"/>
                <w:b w:val="0"/>
                <w:sz w:val="24"/>
                <w:szCs w:val="24"/>
              </w:rPr>
              <w:t xml:space="preserve">Dr inż. Dorota Jankowska </w:t>
            </w:r>
          </w:p>
          <w:p w:rsidR="00EF0D2D" w:rsidRPr="00EF0D2D" w:rsidRDefault="00EF0D2D" w:rsidP="00EF0D2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F0D2D">
              <w:rPr>
                <w:rFonts w:ascii="Corbel" w:hAnsi="Corbel"/>
                <w:b w:val="0"/>
                <w:sz w:val="24"/>
                <w:szCs w:val="24"/>
              </w:rPr>
              <w:t xml:space="preserve">Dr inż. Agnieszka Majka </w:t>
            </w:r>
          </w:p>
          <w:p w:rsidR="0085747A" w:rsidRDefault="00EF0D2D" w:rsidP="00EF0D2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F0D2D">
              <w:rPr>
                <w:rFonts w:ascii="Corbel" w:hAnsi="Corbel"/>
                <w:b w:val="0"/>
                <w:sz w:val="24"/>
                <w:szCs w:val="24"/>
              </w:rPr>
              <w:t>Dr Małgorzata Stec</w:t>
            </w:r>
          </w:p>
          <w:p w:rsidR="00EF0D2D" w:rsidRPr="009C54AE" w:rsidRDefault="00EF0D2D" w:rsidP="00EF0D2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C54AE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F0D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C5753" w:rsidP="000014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0142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014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F0D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0D2D">
        <w:rPr>
          <w:rFonts w:ascii="MS Gothic" w:eastAsia="MS Gothic" w:hAnsi="MS Gothic" w:cs="MS Gothic" w:hint="eastAsia"/>
          <w:b w:val="0"/>
          <w:szCs w:val="24"/>
          <w:shd w:val="clear" w:color="auto" w:fill="000000" w:themeFill="text1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EF0D2D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F0D2D" w:rsidRPr="00131F87" w:rsidRDefault="00EF0D2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31F87">
        <w:rPr>
          <w:rFonts w:ascii="Corbel" w:hAnsi="Corbel"/>
          <w:b w:val="0"/>
          <w:smallCaps w:val="0"/>
          <w:szCs w:val="24"/>
        </w:rPr>
        <w:tab/>
        <w:t>egzamin</w:t>
      </w:r>
    </w:p>
    <w:p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435986">
        <w:trPr>
          <w:trHeight w:val="682"/>
        </w:trPr>
        <w:tc>
          <w:tcPr>
            <w:tcW w:w="9670" w:type="dxa"/>
          </w:tcPr>
          <w:p w:rsidR="0085747A" w:rsidRPr="009C54AE" w:rsidRDefault="00EF0D2D" w:rsidP="0043598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6CBE">
              <w:rPr>
                <w:rFonts w:ascii="Corbel" w:hAnsi="Corbel"/>
                <w:b w:val="0"/>
                <w:smallCaps w:val="0"/>
                <w:szCs w:val="24"/>
              </w:rPr>
              <w:t>Znajomość podstawowych zagadnień matematycznych, znajomość obsługi arkusza kalkulacyjnego MS Excel</w:t>
            </w:r>
            <w:r w:rsidR="00131F8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96C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B96CBE" w:rsidRDefault="00B96CBE" w:rsidP="00131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435986" w:rsidRPr="00435986">
              <w:rPr>
                <w:rFonts w:ascii="Corbel" w:hAnsi="Corbel"/>
                <w:sz w:val="24"/>
                <w:szCs w:val="24"/>
              </w:rPr>
              <w:t>apoznanie studentów z podstaw</w:t>
            </w:r>
            <w:r w:rsidR="00131F87">
              <w:rPr>
                <w:rFonts w:ascii="Corbel" w:hAnsi="Corbel"/>
                <w:sz w:val="24"/>
                <w:szCs w:val="24"/>
              </w:rPr>
              <w:t>owy</w:t>
            </w:r>
            <w:r w:rsidR="00435986" w:rsidRPr="00435986">
              <w:rPr>
                <w:rFonts w:ascii="Corbel" w:hAnsi="Corbel"/>
                <w:sz w:val="24"/>
                <w:szCs w:val="24"/>
              </w:rPr>
              <w:t>mi metodami statystycznymi z zakresu analizy struktury zjawisk masowych, analizy współzależności cech mierzalnych i niemierzalnych, jak też analizy dynamiki zjawisk.</w:t>
            </w:r>
          </w:p>
        </w:tc>
      </w:tr>
      <w:tr w:rsidR="00435986" w:rsidRPr="009C54AE" w:rsidTr="00923D7D">
        <w:tc>
          <w:tcPr>
            <w:tcW w:w="851" w:type="dxa"/>
            <w:vAlign w:val="center"/>
          </w:tcPr>
          <w:p w:rsidR="00435986" w:rsidRPr="00B96CBE" w:rsidRDefault="00B96C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6C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96CBE" w:rsidRDefault="00B96CBE" w:rsidP="00B96CB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435986" w:rsidRPr="00435986">
              <w:rPr>
                <w:rFonts w:ascii="Corbel" w:hAnsi="Corbel"/>
                <w:b w:val="0"/>
                <w:sz w:val="24"/>
                <w:szCs w:val="24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</w:p>
          <w:p w:rsidR="00B96CBE" w:rsidRDefault="00B96CBE" w:rsidP="00B96CB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435986" w:rsidRPr="00435986">
              <w:rPr>
                <w:rFonts w:ascii="Corbel" w:hAnsi="Corbel"/>
                <w:b w:val="0"/>
                <w:sz w:val="24"/>
                <w:szCs w:val="24"/>
              </w:rPr>
              <w:t xml:space="preserve"> graficznego, tabelarycznego oraz analitycznego sposobu przedstawiania danych statystycznych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:rsidR="00B96CBE" w:rsidRDefault="00B96CBE" w:rsidP="00B96CB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435986">
              <w:rPr>
                <w:rFonts w:ascii="Corbel" w:hAnsi="Corbel"/>
                <w:b w:val="0"/>
                <w:sz w:val="24"/>
                <w:szCs w:val="24"/>
              </w:rPr>
              <w:t xml:space="preserve"> posługiwania się podstawowymi terminami statystycznymi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43598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:rsidR="00435986" w:rsidRPr="00435986" w:rsidRDefault="00B96CBE" w:rsidP="00B96CB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435986">
              <w:rPr>
                <w:rFonts w:ascii="Corbel" w:hAnsi="Corbel"/>
                <w:b w:val="0"/>
                <w:sz w:val="24"/>
                <w:szCs w:val="24"/>
              </w:rPr>
              <w:t>wyboru właściwych metod w celu ich zastosowania do statystycznej analizy danych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131F8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efekt kształcenia)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435986" w:rsidRPr="009C54AE" w:rsidTr="00F649FF">
        <w:tc>
          <w:tcPr>
            <w:tcW w:w="1701" w:type="dxa"/>
          </w:tcPr>
          <w:p w:rsidR="00435986" w:rsidRPr="009C54AE" w:rsidRDefault="00435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35986" w:rsidRPr="00100531" w:rsidRDefault="00435986" w:rsidP="00336FE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>Posiada podstawową wiedzę w zakresie statystyki opisowej (analizy struktury, analizy współzależności ,analizy dynamiki).</w:t>
            </w:r>
          </w:p>
        </w:tc>
        <w:tc>
          <w:tcPr>
            <w:tcW w:w="1873" w:type="dxa"/>
            <w:vAlign w:val="center"/>
          </w:tcPr>
          <w:p w:rsidR="00435986" w:rsidRPr="00100531" w:rsidRDefault="00435986" w:rsidP="00D101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531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435986" w:rsidRPr="009C54AE" w:rsidTr="00F649FF">
        <w:tc>
          <w:tcPr>
            <w:tcW w:w="1701" w:type="dxa"/>
          </w:tcPr>
          <w:p w:rsidR="00435986" w:rsidRPr="009C54AE" w:rsidRDefault="00435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35986" w:rsidRPr="00100531" w:rsidRDefault="00435986" w:rsidP="00336FE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>Zna podstawowe metody, techniki i narzędzia rozwiązywania prostych zadań związanych z opisem i analizą zjawisk masowych.</w:t>
            </w:r>
          </w:p>
        </w:tc>
        <w:tc>
          <w:tcPr>
            <w:tcW w:w="1873" w:type="dxa"/>
            <w:vAlign w:val="center"/>
          </w:tcPr>
          <w:p w:rsidR="00435986" w:rsidRPr="00100531" w:rsidRDefault="00435986" w:rsidP="00D101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531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435986" w:rsidRPr="009C54AE" w:rsidTr="00F649FF">
        <w:tc>
          <w:tcPr>
            <w:tcW w:w="1701" w:type="dxa"/>
          </w:tcPr>
          <w:p w:rsidR="00435986" w:rsidRPr="009C54AE" w:rsidRDefault="00435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435986" w:rsidRPr="00100531" w:rsidRDefault="00435986" w:rsidP="00336FE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bCs/>
                <w:sz w:val="24"/>
                <w:szCs w:val="24"/>
              </w:rPr>
              <w:t>Potrafi pozyskiwać dane statystyczne: z literatury, baz danych oraz innych właściwie dobranych źródeł (np. ankieta)</w:t>
            </w:r>
            <w:r w:rsidRPr="00100531">
              <w:rPr>
                <w:rFonts w:ascii="Corbel" w:hAnsi="Corbel"/>
                <w:sz w:val="24"/>
                <w:szCs w:val="24"/>
              </w:rPr>
              <w:t xml:space="preserve">, potrafi je odpowiednio zestawiać oraz przeprowadzić ich wstępną analizę. </w:t>
            </w:r>
          </w:p>
        </w:tc>
        <w:tc>
          <w:tcPr>
            <w:tcW w:w="1873" w:type="dxa"/>
            <w:vAlign w:val="center"/>
          </w:tcPr>
          <w:p w:rsidR="00435986" w:rsidRPr="00100531" w:rsidRDefault="00435986" w:rsidP="00D101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00531">
              <w:rPr>
                <w:rFonts w:ascii="Corbel" w:hAnsi="Corbel"/>
                <w:b w:val="0"/>
                <w:szCs w:val="24"/>
              </w:rPr>
              <w:t>K_U01</w:t>
            </w:r>
          </w:p>
          <w:p w:rsidR="00435986" w:rsidRPr="00100531" w:rsidRDefault="00435986" w:rsidP="00D101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531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435986" w:rsidRPr="009C54AE" w:rsidTr="005E6E85">
        <w:tc>
          <w:tcPr>
            <w:tcW w:w="1701" w:type="dxa"/>
          </w:tcPr>
          <w:p w:rsidR="00435986" w:rsidRDefault="00435986" w:rsidP="00435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35986" w:rsidRPr="00100531" w:rsidRDefault="00435986" w:rsidP="00336FE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>Samodzielnie dobiera metody statystyczne służące do opisu danej zbiorowości, wykonuje proste analizy statystyczne danych statycznych i dynamicznych.</w:t>
            </w:r>
          </w:p>
        </w:tc>
        <w:tc>
          <w:tcPr>
            <w:tcW w:w="1873" w:type="dxa"/>
          </w:tcPr>
          <w:p w:rsidR="00435986" w:rsidRPr="00100531" w:rsidRDefault="00435986" w:rsidP="00D101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00531">
              <w:rPr>
                <w:rFonts w:ascii="Corbel" w:hAnsi="Corbel"/>
                <w:b w:val="0"/>
                <w:szCs w:val="24"/>
              </w:rPr>
              <w:t>K_U01</w:t>
            </w:r>
          </w:p>
          <w:p w:rsidR="00435986" w:rsidRPr="00100531" w:rsidRDefault="00435986" w:rsidP="00D101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00531">
              <w:rPr>
                <w:rFonts w:ascii="Corbel" w:hAnsi="Corbel"/>
                <w:b w:val="0"/>
                <w:szCs w:val="24"/>
              </w:rPr>
              <w:t>K_U03</w:t>
            </w:r>
          </w:p>
          <w:p w:rsidR="00435986" w:rsidRPr="00100531" w:rsidRDefault="00435986" w:rsidP="00D101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531">
              <w:rPr>
                <w:rFonts w:ascii="Corbel" w:hAnsi="Corbel"/>
                <w:b w:val="0"/>
                <w:szCs w:val="24"/>
              </w:rPr>
              <w:t>K_U05</w:t>
            </w:r>
          </w:p>
        </w:tc>
      </w:tr>
      <w:tr w:rsidR="00435986" w:rsidRPr="009C54AE" w:rsidTr="00F649FF">
        <w:tc>
          <w:tcPr>
            <w:tcW w:w="1701" w:type="dxa"/>
          </w:tcPr>
          <w:p w:rsidR="00435986" w:rsidRDefault="00435986" w:rsidP="00435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35986" w:rsidRPr="00100531" w:rsidRDefault="00435986" w:rsidP="00336FE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>Formułuje syntetyczne wnioski dotyczące rozkładu cechy, współzależności i dynamiki zjawisk masowych</w:t>
            </w:r>
          </w:p>
        </w:tc>
        <w:tc>
          <w:tcPr>
            <w:tcW w:w="1873" w:type="dxa"/>
            <w:vAlign w:val="center"/>
          </w:tcPr>
          <w:p w:rsidR="00435986" w:rsidRPr="00100531" w:rsidRDefault="00435986" w:rsidP="00D101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00531">
              <w:rPr>
                <w:rFonts w:ascii="Corbel" w:hAnsi="Corbel"/>
                <w:b w:val="0"/>
                <w:szCs w:val="24"/>
              </w:rPr>
              <w:t>K_U01</w:t>
            </w:r>
          </w:p>
          <w:p w:rsidR="00435986" w:rsidRPr="00100531" w:rsidRDefault="00435986" w:rsidP="00D101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531">
              <w:rPr>
                <w:rFonts w:ascii="Corbel" w:hAnsi="Corbel"/>
                <w:b w:val="0"/>
                <w:szCs w:val="24"/>
              </w:rPr>
              <w:t>K_U05</w:t>
            </w:r>
          </w:p>
        </w:tc>
      </w:tr>
      <w:tr w:rsidR="00435986" w:rsidRPr="009C54AE" w:rsidTr="00F649FF">
        <w:tc>
          <w:tcPr>
            <w:tcW w:w="1701" w:type="dxa"/>
          </w:tcPr>
          <w:p w:rsidR="00435986" w:rsidRDefault="00435986" w:rsidP="00435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435986" w:rsidRPr="00100531" w:rsidRDefault="00435986" w:rsidP="00336FE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 xml:space="preserve">Posiada świadomość roli metod statystycznych w procesie podejmowania decyzji gospodarczych oraz </w:t>
            </w:r>
            <w:r w:rsidRPr="00100531">
              <w:rPr>
                <w:rFonts w:ascii="Corbel" w:hAnsi="Corbel"/>
                <w:bCs/>
                <w:sz w:val="24"/>
                <w:szCs w:val="24"/>
              </w:rPr>
              <w:t>formułowania i przekazywania informacji  w sposób syntetyczny i powszechnie zrozumiały.</w:t>
            </w:r>
            <w:r w:rsidRPr="00100531">
              <w:rPr>
                <w:rFonts w:ascii="Corbel" w:hAnsi="Corbel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435986" w:rsidRPr="00100531" w:rsidRDefault="00435986" w:rsidP="00D101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531"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00531" w:rsidTr="00923D7D">
        <w:tc>
          <w:tcPr>
            <w:tcW w:w="9639" w:type="dxa"/>
          </w:tcPr>
          <w:p w:rsidR="0085747A" w:rsidRPr="0010053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00531" w:rsidRPr="00100531" w:rsidTr="00923D7D">
        <w:tc>
          <w:tcPr>
            <w:tcW w:w="9639" w:type="dxa"/>
          </w:tcPr>
          <w:p w:rsidR="00100531" w:rsidRPr="00100531" w:rsidRDefault="00100531" w:rsidP="00D1018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 xml:space="preserve">Istota i przedmiot statystyki. Pojęcia podstawowe; rodzaje badań statystycznych i ich organizacja; metody gromadzenia i wstępnego opisu materiału statystycznego. </w:t>
            </w:r>
          </w:p>
        </w:tc>
      </w:tr>
      <w:tr w:rsidR="00100531" w:rsidRPr="00100531" w:rsidTr="00923D7D">
        <w:tc>
          <w:tcPr>
            <w:tcW w:w="9639" w:type="dxa"/>
          </w:tcPr>
          <w:p w:rsidR="00100531" w:rsidRPr="00100531" w:rsidRDefault="00100531" w:rsidP="00D1018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 xml:space="preserve">Metody opisu struktury zbiorowości jednowymiarowych. Sposoby obliczania, interpretacje wartości, własności, zastosowania: miar położenia (średnie klasyczne, przeciętne pozycyjne), miar zmienności (bezwzględne i względne miary zmienności) oraz miar asymetrii i koncentracji rozkładu </w:t>
            </w:r>
          </w:p>
        </w:tc>
      </w:tr>
      <w:tr w:rsidR="00100531" w:rsidRPr="00100531" w:rsidTr="00923D7D">
        <w:tc>
          <w:tcPr>
            <w:tcW w:w="9639" w:type="dxa"/>
          </w:tcPr>
          <w:p w:rsidR="00100531" w:rsidRPr="00100531" w:rsidRDefault="00100531" w:rsidP="00D1018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>Metody analizy współzależności zjawisk. Podstawowe parametry opisu statystycznego dwóch cech: współczynnik korelacji liniowej Pearsona, współczynnik korelacji rang Supermana. Miary korelacji miedzy cechami wyrażonymi na skalach nominalnych.</w:t>
            </w:r>
          </w:p>
        </w:tc>
      </w:tr>
      <w:tr w:rsidR="00100531" w:rsidRPr="00100531" w:rsidTr="00923D7D">
        <w:tc>
          <w:tcPr>
            <w:tcW w:w="9639" w:type="dxa"/>
          </w:tcPr>
          <w:p w:rsidR="00100531" w:rsidRPr="00100531" w:rsidRDefault="00100531" w:rsidP="00D101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 xml:space="preserve">Funkcja regresji liniowej. Ocena zgodności oszacowanej funkcji regresji z danymi empirycznymi (odchylenie standardowe składnika resztowego, współczynnik determinacji, współczynnik zbieżności) </w:t>
            </w:r>
          </w:p>
        </w:tc>
      </w:tr>
      <w:tr w:rsidR="00100531" w:rsidRPr="00100531" w:rsidTr="00923D7D">
        <w:tc>
          <w:tcPr>
            <w:tcW w:w="9639" w:type="dxa"/>
          </w:tcPr>
          <w:p w:rsidR="00100531" w:rsidRPr="00100531" w:rsidRDefault="00100531" w:rsidP="00D101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 xml:space="preserve">Szeregi czasowe. Składniki szeregu czasowego. Metody analizy dynamiki zjawisk. Mierniki dynamiki (przyrosty, indeksy, średnie tempo zmian). Mechaniczne i analityczne metody wyodrębniania tendencji rozwojowej (trendu)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31F8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31F87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00531" w:rsidTr="00923D7D">
        <w:tc>
          <w:tcPr>
            <w:tcW w:w="9639" w:type="dxa"/>
          </w:tcPr>
          <w:p w:rsidR="0085747A" w:rsidRPr="0010053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00531" w:rsidRPr="00100531" w:rsidTr="00923D7D">
        <w:tc>
          <w:tcPr>
            <w:tcW w:w="9639" w:type="dxa"/>
          </w:tcPr>
          <w:p w:rsidR="00100531" w:rsidRPr="00100531" w:rsidRDefault="00100531" w:rsidP="00D1018F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>Graficzne i tabelaryczne metody prezentacji zgromadzonego materiału liczbowego – budowa wykresów różnego typu za pomocą MS Excel</w:t>
            </w:r>
          </w:p>
        </w:tc>
      </w:tr>
      <w:tr w:rsidR="00100531" w:rsidRPr="00100531" w:rsidTr="00923D7D">
        <w:tc>
          <w:tcPr>
            <w:tcW w:w="9639" w:type="dxa"/>
          </w:tcPr>
          <w:p w:rsidR="00100531" w:rsidRPr="00100531" w:rsidRDefault="00100531" w:rsidP="00D1018F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>Badanie własności zbiorowości za pomocą parametrów opisowych. Sposoby obliczania oraz interpretacja uzyskanych wyników: wskaźniki struktury; miary położenia (średnia arytmetyczna, mediana, dominanta, kwartale); miary zmienności (obszar zmienności, wariancja i odchylenie standardowe, odchylenie przeciętne, odchylenie ćwiartkowe, współczynnik zmienności); miary asymetrii(współczynnik skośności, współczynnik asymetrii), miary koncentracji; ocena podobieństwa struktur.</w:t>
            </w:r>
          </w:p>
        </w:tc>
      </w:tr>
      <w:tr w:rsidR="00100531" w:rsidRPr="00100531" w:rsidTr="00923D7D">
        <w:tc>
          <w:tcPr>
            <w:tcW w:w="9639" w:type="dxa"/>
          </w:tcPr>
          <w:p w:rsidR="00100531" w:rsidRPr="00100531" w:rsidRDefault="00100531" w:rsidP="00D1018F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 xml:space="preserve">Samodzielne pozyskiwanie danych z BDL (GUS), opracowanie statystyczne – analiza struktury, sformułowanie wniosków, analiza porównawcza </w:t>
            </w:r>
          </w:p>
        </w:tc>
      </w:tr>
      <w:tr w:rsidR="00100531" w:rsidRPr="00100531" w:rsidTr="00923D7D">
        <w:tc>
          <w:tcPr>
            <w:tcW w:w="9639" w:type="dxa"/>
          </w:tcPr>
          <w:p w:rsidR="00100531" w:rsidRPr="00100531" w:rsidRDefault="00100531" w:rsidP="00D1018F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Spearmana. </w:t>
            </w:r>
          </w:p>
        </w:tc>
      </w:tr>
      <w:tr w:rsidR="00100531" w:rsidRPr="00100531" w:rsidTr="00923D7D">
        <w:tc>
          <w:tcPr>
            <w:tcW w:w="9639" w:type="dxa"/>
          </w:tcPr>
          <w:p w:rsidR="00100531" w:rsidRPr="00100531" w:rsidRDefault="00100531" w:rsidP="00D1018F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>Ocena zależności między cechami wyrażonymi na skalach nominalnych. Miary oparte na statystyce chi-kwadrat: współczynnik V-Cramera, współczynnik T Czuprowa; budowa tabeli przestawnej.</w:t>
            </w:r>
          </w:p>
        </w:tc>
      </w:tr>
      <w:tr w:rsidR="00100531" w:rsidRPr="00100531" w:rsidTr="00923D7D">
        <w:tc>
          <w:tcPr>
            <w:tcW w:w="9639" w:type="dxa"/>
          </w:tcPr>
          <w:p w:rsidR="00100531" w:rsidRPr="00100531" w:rsidRDefault="00100531" w:rsidP="00D1018F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>Estymacja i interpretacja parametrów strukturalnych liniowej funkcji regresji prostej. Ocena oszacowanej funkcji regresji liniowej: odchylenie standardowe składnika resztowego, współczynnik determinacji, współczynnik zbieżności.</w:t>
            </w:r>
          </w:p>
        </w:tc>
      </w:tr>
      <w:tr w:rsidR="00100531" w:rsidRPr="00100531" w:rsidTr="00923D7D">
        <w:tc>
          <w:tcPr>
            <w:tcW w:w="9639" w:type="dxa"/>
          </w:tcPr>
          <w:p w:rsidR="00100531" w:rsidRPr="00100531" w:rsidRDefault="00100531" w:rsidP="00D1018F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 xml:space="preserve">Mierniki dynamiki: przyrosty absolutne o podstawie stałej i ruchomej, indeksy dynamiki o podstawie stałej, indeksy łańcuchowe. Średnie tempo zmian </w:t>
            </w:r>
          </w:p>
        </w:tc>
      </w:tr>
      <w:tr w:rsidR="00100531" w:rsidRPr="00100531" w:rsidTr="00923D7D">
        <w:tc>
          <w:tcPr>
            <w:tcW w:w="9639" w:type="dxa"/>
          </w:tcPr>
          <w:p w:rsidR="00100531" w:rsidRPr="00100531" w:rsidRDefault="00100531" w:rsidP="00D1018F">
            <w:pPr>
              <w:pStyle w:val="Tekstpodstawowy"/>
              <w:spacing w:after="0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>Estymacja i interpretacja parametrów strukturalnych liniowej funkcji trendu. Ocena „dobroci” dopasowania trendu do danych empirycznych.</w:t>
            </w:r>
          </w:p>
        </w:tc>
      </w:tr>
      <w:tr w:rsidR="00100531" w:rsidRPr="00100531" w:rsidTr="00923D7D">
        <w:tc>
          <w:tcPr>
            <w:tcW w:w="9639" w:type="dxa"/>
          </w:tcPr>
          <w:p w:rsidR="00100531" w:rsidRPr="00100531" w:rsidRDefault="00100531" w:rsidP="00D1018F">
            <w:pPr>
              <w:pStyle w:val="Tekstpodstawowy"/>
              <w:spacing w:after="0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>Wyodrębnianie wahań sezonowych. Sposoby obliczania i interpretacja wskaźników wahań okresowych w szeregach dynamicznych z trendem i bez trendu.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00531" w:rsidRDefault="00100531" w:rsidP="001005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00531" w:rsidRPr="00100531" w:rsidRDefault="00100531" w:rsidP="00100531">
      <w:pPr>
        <w:spacing w:after="0" w:line="240" w:lineRule="auto"/>
        <w:rPr>
          <w:rFonts w:ascii="Corbel" w:hAnsi="Corbel"/>
          <w:sz w:val="24"/>
          <w:szCs w:val="24"/>
        </w:rPr>
      </w:pPr>
      <w:r w:rsidRPr="00100531">
        <w:rPr>
          <w:rFonts w:ascii="Corbel" w:hAnsi="Corbel"/>
          <w:sz w:val="24"/>
          <w:szCs w:val="24"/>
        </w:rPr>
        <w:t xml:space="preserve">Wykład z prezentacją multimedialną. </w:t>
      </w:r>
    </w:p>
    <w:p w:rsidR="00100531" w:rsidRPr="00100531" w:rsidRDefault="00100531" w:rsidP="00100531">
      <w:pPr>
        <w:spacing w:after="0" w:line="240" w:lineRule="auto"/>
        <w:rPr>
          <w:rFonts w:ascii="Corbel" w:hAnsi="Corbel"/>
          <w:sz w:val="24"/>
          <w:szCs w:val="24"/>
        </w:rPr>
      </w:pPr>
      <w:r w:rsidRPr="00100531">
        <w:rPr>
          <w:rFonts w:ascii="Corbel" w:hAnsi="Corbel"/>
          <w:sz w:val="24"/>
          <w:szCs w:val="24"/>
        </w:rPr>
        <w:t>Ćwiczenia laboratoryjne obejmujące: rozwiązywanie zadań, analizę przypadków, pracę w grup</w:t>
      </w:r>
      <w:r>
        <w:rPr>
          <w:rFonts w:ascii="Corbel" w:hAnsi="Corbel"/>
          <w:sz w:val="24"/>
          <w:szCs w:val="24"/>
        </w:rPr>
        <w:t>ach</w:t>
      </w:r>
      <w:r w:rsidRPr="00100531">
        <w:rPr>
          <w:rFonts w:ascii="Corbel" w:hAnsi="Corbel"/>
          <w:sz w:val="24"/>
          <w:szCs w:val="24"/>
        </w:rPr>
        <w:t xml:space="preserve"> i dyskusję oraz projekt praktyczny</w:t>
      </w:r>
    </w:p>
    <w:p w:rsidR="00100531" w:rsidRPr="009C54AE" w:rsidRDefault="00100531" w:rsidP="001005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:rsidTr="00923D7D">
        <w:tc>
          <w:tcPr>
            <w:tcW w:w="241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00531" w:rsidRPr="009C54AE" w:rsidTr="00C9656A">
        <w:tc>
          <w:tcPr>
            <w:tcW w:w="2410" w:type="dxa"/>
          </w:tcPr>
          <w:p w:rsidR="00100531" w:rsidRPr="009C54AE" w:rsidRDefault="001005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  <w:vAlign w:val="center"/>
          </w:tcPr>
          <w:p w:rsidR="00100531" w:rsidRPr="00100531" w:rsidRDefault="00131F87" w:rsidP="00D1018F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100531" w:rsidRPr="00100531">
              <w:rPr>
                <w:rFonts w:ascii="Corbel" w:hAnsi="Corbel"/>
                <w:color w:val="000000"/>
                <w:sz w:val="24"/>
                <w:szCs w:val="24"/>
              </w:rPr>
              <w:t>olokwium/praca projektowa, egzamin</w:t>
            </w:r>
          </w:p>
        </w:tc>
        <w:tc>
          <w:tcPr>
            <w:tcW w:w="2126" w:type="dxa"/>
            <w:vAlign w:val="center"/>
          </w:tcPr>
          <w:p w:rsidR="00100531" w:rsidRPr="00100531" w:rsidRDefault="00100531" w:rsidP="00D1018F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00531">
              <w:rPr>
                <w:rFonts w:ascii="Corbel" w:hAnsi="Corbel"/>
                <w:color w:val="000000"/>
                <w:sz w:val="24"/>
                <w:szCs w:val="24"/>
              </w:rPr>
              <w:t>wykład</w:t>
            </w:r>
          </w:p>
          <w:p w:rsidR="00100531" w:rsidRPr="00100531" w:rsidRDefault="00100531" w:rsidP="00D1018F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00531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100531" w:rsidRPr="009C54AE" w:rsidTr="00C9656A">
        <w:tc>
          <w:tcPr>
            <w:tcW w:w="2410" w:type="dxa"/>
          </w:tcPr>
          <w:p w:rsidR="00100531" w:rsidRPr="009C54AE" w:rsidRDefault="00100531" w:rsidP="001005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103" w:type="dxa"/>
            <w:vAlign w:val="center"/>
          </w:tcPr>
          <w:p w:rsidR="00100531" w:rsidRPr="00100531" w:rsidRDefault="00131F87" w:rsidP="00D1018F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100531" w:rsidRPr="00100531">
              <w:rPr>
                <w:rFonts w:ascii="Corbel" w:hAnsi="Corbel"/>
                <w:color w:val="000000"/>
                <w:sz w:val="24"/>
                <w:szCs w:val="24"/>
              </w:rPr>
              <w:t>olokwium/praca projektowa, egzamin</w:t>
            </w:r>
          </w:p>
        </w:tc>
        <w:tc>
          <w:tcPr>
            <w:tcW w:w="2126" w:type="dxa"/>
            <w:vAlign w:val="center"/>
          </w:tcPr>
          <w:p w:rsidR="00100531" w:rsidRPr="00100531" w:rsidRDefault="00100531" w:rsidP="00D1018F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00531">
              <w:rPr>
                <w:rFonts w:ascii="Corbel" w:hAnsi="Corbel"/>
                <w:color w:val="000000"/>
                <w:sz w:val="24"/>
                <w:szCs w:val="24"/>
              </w:rPr>
              <w:t>wykład</w:t>
            </w:r>
          </w:p>
          <w:p w:rsidR="00100531" w:rsidRPr="00100531" w:rsidRDefault="00100531" w:rsidP="00D1018F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00531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100531" w:rsidRPr="009C54AE" w:rsidTr="00C9656A">
        <w:tc>
          <w:tcPr>
            <w:tcW w:w="2410" w:type="dxa"/>
          </w:tcPr>
          <w:p w:rsidR="00100531" w:rsidRPr="009C54AE" w:rsidRDefault="001005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vAlign w:val="center"/>
          </w:tcPr>
          <w:p w:rsidR="00100531" w:rsidRPr="00100531" w:rsidRDefault="00131F87" w:rsidP="00D1018F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100531" w:rsidRPr="00100531">
              <w:rPr>
                <w:rFonts w:ascii="Corbel" w:hAnsi="Corbel"/>
                <w:color w:val="000000"/>
                <w:sz w:val="24"/>
                <w:szCs w:val="24"/>
              </w:rPr>
              <w:t>olokwium/praca projektowa, egzamin</w:t>
            </w:r>
          </w:p>
        </w:tc>
        <w:tc>
          <w:tcPr>
            <w:tcW w:w="2126" w:type="dxa"/>
            <w:vAlign w:val="center"/>
          </w:tcPr>
          <w:p w:rsidR="00100531" w:rsidRPr="00100531" w:rsidRDefault="00100531" w:rsidP="00D1018F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00531">
              <w:rPr>
                <w:rFonts w:ascii="Corbel" w:hAnsi="Corbel"/>
                <w:color w:val="000000"/>
                <w:sz w:val="24"/>
                <w:szCs w:val="24"/>
              </w:rPr>
              <w:t>wykład</w:t>
            </w:r>
          </w:p>
          <w:p w:rsidR="00100531" w:rsidRPr="00100531" w:rsidRDefault="00100531" w:rsidP="00D1018F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00531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100531" w:rsidRPr="009C54AE" w:rsidTr="00C9656A">
        <w:tc>
          <w:tcPr>
            <w:tcW w:w="2410" w:type="dxa"/>
          </w:tcPr>
          <w:p w:rsidR="00100531" w:rsidRPr="009C54AE" w:rsidRDefault="001005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vAlign w:val="center"/>
          </w:tcPr>
          <w:p w:rsidR="00100531" w:rsidRPr="00100531" w:rsidRDefault="00100531" w:rsidP="00D1018F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00531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26" w:type="dxa"/>
            <w:vAlign w:val="center"/>
          </w:tcPr>
          <w:p w:rsidR="00100531" w:rsidRPr="00100531" w:rsidRDefault="00100531" w:rsidP="00D1018F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00531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100531" w:rsidRPr="009C54AE" w:rsidTr="00C9656A">
        <w:tc>
          <w:tcPr>
            <w:tcW w:w="2410" w:type="dxa"/>
          </w:tcPr>
          <w:p w:rsidR="00100531" w:rsidRDefault="001005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  <w:p w:rsidR="00100531" w:rsidRPr="009C54AE" w:rsidRDefault="001005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100531" w:rsidRPr="00100531" w:rsidRDefault="00100531" w:rsidP="00D1018F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00531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26" w:type="dxa"/>
            <w:vAlign w:val="center"/>
          </w:tcPr>
          <w:p w:rsidR="00100531" w:rsidRPr="00100531" w:rsidRDefault="00100531" w:rsidP="00D1018F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00531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100531" w:rsidRPr="009C54AE" w:rsidTr="00C9656A">
        <w:tc>
          <w:tcPr>
            <w:tcW w:w="2410" w:type="dxa"/>
          </w:tcPr>
          <w:p w:rsidR="00100531" w:rsidRDefault="001005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03" w:type="dxa"/>
            <w:vAlign w:val="center"/>
          </w:tcPr>
          <w:p w:rsidR="00100531" w:rsidRPr="00100531" w:rsidRDefault="00100531" w:rsidP="00D1018F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00531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26" w:type="dxa"/>
            <w:vAlign w:val="center"/>
          </w:tcPr>
          <w:p w:rsidR="00100531" w:rsidRPr="00100531" w:rsidRDefault="00100531" w:rsidP="00D1018F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00531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00531" w:rsidRPr="00100531" w:rsidRDefault="00100531" w:rsidP="00336FEE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00531">
              <w:rPr>
                <w:rFonts w:ascii="Corbel" w:hAnsi="Corbel"/>
                <w:sz w:val="24"/>
                <w:szCs w:val="24"/>
              </w:rPr>
              <w:t>Zaliczenie przedmiotu na podstawie egzaminu pisemnego w formie testu z pytaniami otwartymi oraz zadaniami do samodzielnego rozwiązania</w:t>
            </w:r>
            <w:r w:rsidR="00131F87">
              <w:rPr>
                <w:rFonts w:ascii="Corbel" w:hAnsi="Corbel"/>
                <w:sz w:val="24"/>
                <w:szCs w:val="24"/>
              </w:rPr>
              <w:t>.</w:t>
            </w:r>
            <w:r w:rsidRPr="0010053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9C54AE" w:rsidRDefault="001005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FEE">
              <w:rPr>
                <w:rFonts w:ascii="Corbel" w:hAnsi="Corbel"/>
                <w:b w:val="0"/>
                <w:smallCaps w:val="0"/>
                <w:szCs w:val="24"/>
              </w:rPr>
              <w:t>Zaliczenie ćwiczeń na podstawie ocen z dwóch prac pisemnych (sprawdzianów i/lub prac projektowych)</w:t>
            </w:r>
            <w:r w:rsidR="00131F8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131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131F87">
              <w:rPr>
                <w:rFonts w:ascii="Corbel" w:hAnsi="Corbel"/>
                <w:sz w:val="24"/>
                <w:szCs w:val="24"/>
              </w:rPr>
              <w:t xml:space="preserve">z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00142F" w:rsidP="00131F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131F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dział w konsultacjach, egzaminie</w:t>
            </w:r>
          </w:p>
        </w:tc>
        <w:tc>
          <w:tcPr>
            <w:tcW w:w="4677" w:type="dxa"/>
          </w:tcPr>
          <w:p w:rsidR="00C61DC5" w:rsidRPr="009C54AE" w:rsidRDefault="00131F87" w:rsidP="00131F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131F87" w:rsidP="00131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</w:p>
        </w:tc>
        <w:tc>
          <w:tcPr>
            <w:tcW w:w="4677" w:type="dxa"/>
          </w:tcPr>
          <w:p w:rsidR="00C61DC5" w:rsidRPr="009C54AE" w:rsidRDefault="0000142F" w:rsidP="00131F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131F87" w:rsidRPr="009C54AE" w:rsidTr="00923D7D">
        <w:tc>
          <w:tcPr>
            <w:tcW w:w="4962" w:type="dxa"/>
          </w:tcPr>
          <w:p w:rsidR="00131F87" w:rsidRDefault="00131F87" w:rsidP="00131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</w:tc>
        <w:tc>
          <w:tcPr>
            <w:tcW w:w="4677" w:type="dxa"/>
          </w:tcPr>
          <w:p w:rsidR="00131F87" w:rsidRDefault="00131F87" w:rsidP="00131F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31F87" w:rsidRPr="009C54AE" w:rsidTr="00923D7D">
        <w:tc>
          <w:tcPr>
            <w:tcW w:w="4962" w:type="dxa"/>
          </w:tcPr>
          <w:p w:rsidR="00131F87" w:rsidRDefault="00131F87" w:rsidP="00131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131F87" w:rsidRDefault="0000142F" w:rsidP="00131F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00531" w:rsidP="00131F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00531" w:rsidP="00131F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:rsidTr="00131F87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9C54AE" w:rsidRDefault="00571498" w:rsidP="00131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131F87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9C54AE" w:rsidRDefault="00571498" w:rsidP="00131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131F87">
        <w:trPr>
          <w:trHeight w:val="397"/>
        </w:trPr>
        <w:tc>
          <w:tcPr>
            <w:tcW w:w="9639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E527D" w:rsidRPr="00131F87" w:rsidRDefault="001E527D" w:rsidP="00131F87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131F87">
              <w:rPr>
                <w:rFonts w:ascii="Corbel" w:hAnsi="Corbel"/>
                <w:b w:val="0"/>
                <w:smallCaps w:val="0"/>
                <w:szCs w:val="24"/>
              </w:rPr>
              <w:t>Jóźwiak</w:t>
            </w:r>
            <w:r w:rsidR="00131F87" w:rsidRPr="00131F87">
              <w:rPr>
                <w:rFonts w:ascii="Corbel" w:hAnsi="Corbel"/>
                <w:szCs w:val="24"/>
              </w:rPr>
              <w:t xml:space="preserve"> </w:t>
            </w:r>
            <w:r w:rsidR="00131F87" w:rsidRPr="00131F87"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131F87">
              <w:rPr>
                <w:rFonts w:ascii="Corbel" w:hAnsi="Corbel"/>
                <w:b w:val="0"/>
                <w:smallCaps w:val="0"/>
                <w:szCs w:val="24"/>
              </w:rPr>
              <w:t>, Podgórski</w:t>
            </w:r>
            <w:r w:rsidR="00131F87" w:rsidRPr="00131F87">
              <w:rPr>
                <w:rFonts w:ascii="Corbel" w:hAnsi="Corbel"/>
                <w:szCs w:val="24"/>
              </w:rPr>
              <w:t xml:space="preserve"> </w:t>
            </w:r>
            <w:r w:rsidR="00131F87" w:rsidRPr="00131F87"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="00131F87" w:rsidRPr="00131F87">
              <w:rPr>
                <w:rFonts w:ascii="Corbel" w:hAnsi="Corbel"/>
                <w:szCs w:val="24"/>
              </w:rPr>
              <w:t xml:space="preserve">, </w:t>
            </w:r>
            <w:r w:rsidRPr="00131F87">
              <w:rPr>
                <w:rFonts w:ascii="Corbel" w:hAnsi="Corbel"/>
                <w:b w:val="0"/>
                <w:smallCaps w:val="0"/>
                <w:szCs w:val="24"/>
              </w:rPr>
              <w:t xml:space="preserve">Statystyka od podstaw, PWE, Warszawa, 2012 </w:t>
            </w:r>
          </w:p>
          <w:p w:rsidR="001E527D" w:rsidRPr="00131F87" w:rsidRDefault="001E527D" w:rsidP="00131F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131F87">
              <w:rPr>
                <w:rFonts w:ascii="Corbel" w:hAnsi="Corbel"/>
                <w:sz w:val="24"/>
                <w:szCs w:val="24"/>
              </w:rPr>
              <w:t>Sobczyk</w:t>
            </w:r>
            <w:r w:rsidR="00131F87" w:rsidRPr="00131F87">
              <w:rPr>
                <w:rFonts w:ascii="Corbel" w:hAnsi="Corbel"/>
                <w:sz w:val="24"/>
                <w:szCs w:val="24"/>
              </w:rPr>
              <w:t xml:space="preserve"> M.</w:t>
            </w:r>
            <w:r w:rsidR="00131F87">
              <w:rPr>
                <w:rFonts w:ascii="Corbel" w:hAnsi="Corbel"/>
                <w:sz w:val="24"/>
                <w:szCs w:val="24"/>
              </w:rPr>
              <w:t>,</w:t>
            </w:r>
            <w:r w:rsidRPr="00131F87">
              <w:rPr>
                <w:rFonts w:ascii="Corbel" w:hAnsi="Corbel"/>
                <w:sz w:val="24"/>
                <w:szCs w:val="24"/>
              </w:rPr>
              <w:t xml:space="preserve"> Statystyka opisowa, Wydawnictwo C.H. Beck, Warszawa 2010.</w:t>
            </w:r>
          </w:p>
          <w:p w:rsidR="001E527D" w:rsidRPr="009C54AE" w:rsidRDefault="001E527D" w:rsidP="00131F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1E527D">
              <w:rPr>
                <w:rFonts w:ascii="Corbel" w:hAnsi="Corbel"/>
                <w:sz w:val="24"/>
                <w:szCs w:val="24"/>
              </w:rPr>
              <w:t>Snarska</w:t>
            </w:r>
            <w:r w:rsidR="00131F87" w:rsidRPr="001E527D">
              <w:rPr>
                <w:rFonts w:ascii="Corbel" w:hAnsi="Corbel"/>
                <w:sz w:val="24"/>
                <w:szCs w:val="24"/>
              </w:rPr>
              <w:t xml:space="preserve"> A.</w:t>
            </w:r>
            <w:r w:rsidR="00131F87">
              <w:rPr>
                <w:rFonts w:ascii="Corbel" w:hAnsi="Corbel"/>
                <w:sz w:val="24"/>
                <w:szCs w:val="24"/>
              </w:rPr>
              <w:t>,</w:t>
            </w:r>
            <w:r w:rsidRPr="001E527D">
              <w:rPr>
                <w:rFonts w:ascii="Corbel" w:hAnsi="Corbel"/>
                <w:sz w:val="24"/>
                <w:szCs w:val="24"/>
              </w:rPr>
              <w:t xml:space="preserve"> Statystyka, ekonometria, prognozowanie – ćwiczenia z Excelem 2007, Wydawnictwo Placet, Warszawa 2011.</w:t>
            </w:r>
          </w:p>
        </w:tc>
      </w:tr>
      <w:tr w:rsidR="0085747A" w:rsidRPr="009C54AE" w:rsidTr="00131F87">
        <w:trPr>
          <w:trHeight w:val="397"/>
        </w:trPr>
        <w:tc>
          <w:tcPr>
            <w:tcW w:w="9639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E527D" w:rsidRPr="00131F87" w:rsidRDefault="001E527D" w:rsidP="00131F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131F87">
              <w:rPr>
                <w:rFonts w:ascii="Corbel" w:hAnsi="Corbel"/>
                <w:sz w:val="24"/>
                <w:szCs w:val="24"/>
              </w:rPr>
              <w:t>Aczel</w:t>
            </w:r>
            <w:r w:rsidR="00131F87" w:rsidRPr="00131F87">
              <w:rPr>
                <w:rFonts w:ascii="Corbel" w:hAnsi="Corbel"/>
                <w:sz w:val="24"/>
                <w:szCs w:val="24"/>
              </w:rPr>
              <w:t xml:space="preserve"> A.D.</w:t>
            </w:r>
            <w:r w:rsidRPr="00131F87">
              <w:rPr>
                <w:rFonts w:ascii="Corbel" w:hAnsi="Corbel"/>
                <w:sz w:val="24"/>
                <w:szCs w:val="24"/>
              </w:rPr>
              <w:t xml:space="preserve">, Statystyka w zarządzaniu, Wydawnictwo Naukowe </w:t>
            </w:r>
            <w:r w:rsidR="00131F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1F87">
              <w:rPr>
                <w:rFonts w:ascii="Corbel" w:hAnsi="Corbel"/>
                <w:sz w:val="24"/>
                <w:szCs w:val="24"/>
              </w:rPr>
              <w:t>PWN, Warszawa 2000.</w:t>
            </w:r>
          </w:p>
          <w:p w:rsidR="001E527D" w:rsidRPr="00131F87" w:rsidRDefault="001E527D" w:rsidP="00131F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131F87">
              <w:rPr>
                <w:rFonts w:ascii="Corbel" w:hAnsi="Corbel"/>
                <w:sz w:val="24"/>
                <w:szCs w:val="24"/>
              </w:rPr>
              <w:t>Zeliaś</w:t>
            </w:r>
            <w:r w:rsidR="00131F87" w:rsidRPr="00131F87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131F87">
              <w:rPr>
                <w:rFonts w:ascii="Corbel" w:hAnsi="Corbel"/>
                <w:sz w:val="24"/>
                <w:szCs w:val="24"/>
              </w:rPr>
              <w:t>, Pawełek</w:t>
            </w:r>
            <w:r w:rsidR="00131F87" w:rsidRPr="00131F87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131F87">
              <w:rPr>
                <w:rFonts w:ascii="Corbel" w:hAnsi="Corbel"/>
                <w:sz w:val="24"/>
                <w:szCs w:val="24"/>
              </w:rPr>
              <w:t>, Wanat</w:t>
            </w:r>
            <w:r w:rsidR="00131F87" w:rsidRPr="00131F87">
              <w:rPr>
                <w:rFonts w:ascii="Corbel" w:hAnsi="Corbel"/>
                <w:sz w:val="24"/>
                <w:szCs w:val="24"/>
              </w:rPr>
              <w:t xml:space="preserve"> S.</w:t>
            </w:r>
            <w:r w:rsidR="00131F87">
              <w:rPr>
                <w:rFonts w:ascii="Corbel" w:hAnsi="Corbel"/>
                <w:sz w:val="24"/>
                <w:szCs w:val="24"/>
              </w:rPr>
              <w:t>,</w:t>
            </w:r>
            <w:r w:rsidRPr="00131F87">
              <w:rPr>
                <w:rFonts w:ascii="Corbel" w:hAnsi="Corbel"/>
                <w:sz w:val="24"/>
                <w:szCs w:val="24"/>
              </w:rPr>
              <w:t xml:space="preserve"> Metody statystyczne. Zadania i sprawdziany, PWE, </w:t>
            </w:r>
            <w:r w:rsidR="00131F87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131F87">
              <w:rPr>
                <w:rFonts w:ascii="Corbel" w:hAnsi="Corbel"/>
                <w:sz w:val="24"/>
                <w:szCs w:val="24"/>
              </w:rPr>
              <w:t>2002.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5AB" w:rsidRDefault="003B75AB" w:rsidP="00C16ABF">
      <w:pPr>
        <w:spacing w:after="0" w:line="240" w:lineRule="auto"/>
      </w:pPr>
      <w:r>
        <w:separator/>
      </w:r>
    </w:p>
  </w:endnote>
  <w:endnote w:type="continuationSeparator" w:id="0">
    <w:p w:rsidR="003B75AB" w:rsidRDefault="003B75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5AB" w:rsidRDefault="003B75AB" w:rsidP="00C16ABF">
      <w:pPr>
        <w:spacing w:after="0" w:line="240" w:lineRule="auto"/>
      </w:pPr>
      <w:r>
        <w:separator/>
      </w:r>
    </w:p>
  </w:footnote>
  <w:footnote w:type="continuationSeparator" w:id="0">
    <w:p w:rsidR="003B75AB" w:rsidRDefault="003B75A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37F0A"/>
    <w:multiLevelType w:val="hybridMultilevel"/>
    <w:tmpl w:val="0AF82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50133A"/>
    <w:multiLevelType w:val="hybridMultilevel"/>
    <w:tmpl w:val="A1C47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142F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4B2A"/>
    <w:rsid w:val="000B1458"/>
    <w:rsid w:val="000B192D"/>
    <w:rsid w:val="000B28EE"/>
    <w:rsid w:val="000B3E37"/>
    <w:rsid w:val="000C5753"/>
    <w:rsid w:val="000D04B0"/>
    <w:rsid w:val="000F1C57"/>
    <w:rsid w:val="000F5615"/>
    <w:rsid w:val="00100531"/>
    <w:rsid w:val="00124BFF"/>
    <w:rsid w:val="0012560E"/>
    <w:rsid w:val="00127108"/>
    <w:rsid w:val="00131F87"/>
    <w:rsid w:val="00134B13"/>
    <w:rsid w:val="00146BC0"/>
    <w:rsid w:val="00153C41"/>
    <w:rsid w:val="00154381"/>
    <w:rsid w:val="00164FA7"/>
    <w:rsid w:val="00166A03"/>
    <w:rsid w:val="001718A7"/>
    <w:rsid w:val="0017305C"/>
    <w:rsid w:val="001737CF"/>
    <w:rsid w:val="00176083"/>
    <w:rsid w:val="00192F37"/>
    <w:rsid w:val="001A70D2"/>
    <w:rsid w:val="001B2665"/>
    <w:rsid w:val="001D657B"/>
    <w:rsid w:val="001D7B54"/>
    <w:rsid w:val="001E0209"/>
    <w:rsid w:val="001E527D"/>
    <w:rsid w:val="001F2CA2"/>
    <w:rsid w:val="00202E5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36FEE"/>
    <w:rsid w:val="00346FE9"/>
    <w:rsid w:val="0034759A"/>
    <w:rsid w:val="003503F6"/>
    <w:rsid w:val="003530DD"/>
    <w:rsid w:val="00363F78"/>
    <w:rsid w:val="003A0A5B"/>
    <w:rsid w:val="003A1176"/>
    <w:rsid w:val="003B75AB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986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71498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4588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13CC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894"/>
    <w:rsid w:val="00B607DB"/>
    <w:rsid w:val="00B66529"/>
    <w:rsid w:val="00B75946"/>
    <w:rsid w:val="00B8056E"/>
    <w:rsid w:val="00B819C8"/>
    <w:rsid w:val="00B82308"/>
    <w:rsid w:val="00B96CBE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535C"/>
    <w:rsid w:val="00C67E92"/>
    <w:rsid w:val="00C70A26"/>
    <w:rsid w:val="00C766DF"/>
    <w:rsid w:val="00C94B98"/>
    <w:rsid w:val="00CA2B96"/>
    <w:rsid w:val="00CA5089"/>
    <w:rsid w:val="00CD6897"/>
    <w:rsid w:val="00CE423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EF0D2D"/>
    <w:rsid w:val="00F070AB"/>
    <w:rsid w:val="00F27A7B"/>
    <w:rsid w:val="00F526AF"/>
    <w:rsid w:val="00F617C3"/>
    <w:rsid w:val="00F6419E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E7144"/>
  <w15:docId w15:val="{6B216DF7-5AFC-440D-B6DE-9F8E0C81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132BE-9BC4-4882-A8C6-8EA5FD7BD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</TotalTime>
  <Pages>5</Pages>
  <Words>1179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Kubit</cp:lastModifiedBy>
  <cp:revision>4</cp:revision>
  <cp:lastPrinted>2017-02-15T12:41:00Z</cp:lastPrinted>
  <dcterms:created xsi:type="dcterms:W3CDTF">2018-01-31T15:25:00Z</dcterms:created>
  <dcterms:modified xsi:type="dcterms:W3CDTF">2018-02-05T13:05:00Z</dcterms:modified>
</cp:coreProperties>
</file>